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203" w:rsidRDefault="005C3203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5C3203" w:rsidRDefault="005C3203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Ведущего специалиста Администрации Красноармейского сельского поселения</w:t>
      </w:r>
    </w:p>
    <w:p w:rsidR="005C3203" w:rsidRDefault="005C3203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2017 г. по 31 декабря 2017 г.</w:t>
      </w:r>
    </w:p>
    <w:p w:rsidR="005C3203" w:rsidRDefault="005C3203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8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5C3203" w:rsidRPr="00D35539">
        <w:tc>
          <w:tcPr>
            <w:tcW w:w="392" w:type="dxa"/>
            <w:vMerge w:val="restart"/>
          </w:tcPr>
          <w:p w:rsidR="005C3203" w:rsidRDefault="005C320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C3203" w:rsidRPr="00D35539" w:rsidRDefault="005C320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</w:tcPr>
          <w:p w:rsidR="005C3203" w:rsidRPr="00D35539" w:rsidRDefault="005C3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</w:tcPr>
          <w:p w:rsidR="005C3203" w:rsidRPr="00D35539" w:rsidRDefault="005C3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5C3203" w:rsidRPr="00D35539" w:rsidRDefault="005C3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5C3203" w:rsidRDefault="005C3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Транспорт-ные средства</w:t>
            </w:r>
          </w:p>
          <w:p w:rsidR="005C3203" w:rsidRPr="00D35539" w:rsidRDefault="005C3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5C3203" w:rsidRPr="00D35539" w:rsidRDefault="005C3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Декла-риро-ванный годо-вой доход</w:t>
            </w:r>
            <w:r w:rsidRPr="00D35539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</w:tcPr>
          <w:p w:rsidR="005C3203" w:rsidRPr="00D35539" w:rsidRDefault="005C3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D35539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5C3203" w:rsidRPr="00D35539">
        <w:trPr>
          <w:trHeight w:val="2103"/>
        </w:trPr>
        <w:tc>
          <w:tcPr>
            <w:tcW w:w="392" w:type="dxa"/>
            <w:vMerge/>
            <w:vAlign w:val="center"/>
          </w:tcPr>
          <w:p w:rsidR="005C3203" w:rsidRPr="00D35539" w:rsidRDefault="005C3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5C3203" w:rsidRPr="00D35539" w:rsidRDefault="005C3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3203" w:rsidRPr="00D35539" w:rsidRDefault="005C3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</w:tcPr>
          <w:p w:rsidR="005C3203" w:rsidRPr="00D35539" w:rsidRDefault="005C3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</w:tcPr>
          <w:p w:rsidR="005C3203" w:rsidRPr="00D35539" w:rsidRDefault="005C3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5C3203" w:rsidRPr="00D35539" w:rsidRDefault="005C3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</w:tcPr>
          <w:p w:rsidR="005C3203" w:rsidRPr="00D35539" w:rsidRDefault="005C3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</w:tcPr>
          <w:p w:rsidR="005C3203" w:rsidRPr="00D35539" w:rsidRDefault="005C3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5C3203" w:rsidRPr="00D35539" w:rsidRDefault="005C3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vAlign w:val="center"/>
          </w:tcPr>
          <w:p w:rsidR="005C3203" w:rsidRPr="00D35539" w:rsidRDefault="005C3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5C3203" w:rsidRPr="00D35539" w:rsidRDefault="005C3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vAlign w:val="center"/>
          </w:tcPr>
          <w:p w:rsidR="005C3203" w:rsidRPr="00D35539" w:rsidRDefault="005C3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203" w:rsidRPr="00D35539">
        <w:tc>
          <w:tcPr>
            <w:tcW w:w="392" w:type="dxa"/>
          </w:tcPr>
          <w:p w:rsidR="005C3203" w:rsidRPr="00D35539" w:rsidRDefault="005C320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</w:tcPr>
          <w:p w:rsidR="005C3203" w:rsidRPr="00D35539" w:rsidRDefault="005C32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Ботез Алексей Сергеевич</w:t>
            </w:r>
          </w:p>
        </w:tc>
        <w:tc>
          <w:tcPr>
            <w:tcW w:w="1134" w:type="dxa"/>
          </w:tcPr>
          <w:p w:rsidR="005C3203" w:rsidRPr="00D35539" w:rsidRDefault="005C3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3203" w:rsidRPr="00D35539" w:rsidRDefault="005C3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C3203" w:rsidRPr="00D35539" w:rsidRDefault="005C3203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3203" w:rsidRPr="00D35539" w:rsidRDefault="005C3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3203" w:rsidRDefault="005C3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5C3203" w:rsidRDefault="005C3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203" w:rsidRDefault="005C3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203" w:rsidRDefault="005C3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203" w:rsidRDefault="005C3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203" w:rsidRPr="00D35539" w:rsidRDefault="005C3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51" w:type="dxa"/>
          </w:tcPr>
          <w:p w:rsidR="005C3203" w:rsidRDefault="005C3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</w:p>
          <w:p w:rsidR="005C3203" w:rsidRDefault="005C3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203" w:rsidRDefault="005C3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203" w:rsidRDefault="005C3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203" w:rsidRDefault="005C3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203" w:rsidRDefault="005C3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203" w:rsidRPr="00D35539" w:rsidRDefault="005C3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</w:tcPr>
          <w:p w:rsidR="005C3203" w:rsidRDefault="005C3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5C3203" w:rsidRDefault="005C3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203" w:rsidRDefault="005C3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203" w:rsidRPr="00D35539" w:rsidRDefault="005C3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7" w:type="dxa"/>
          </w:tcPr>
          <w:p w:rsidR="005C3203" w:rsidRDefault="005C3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2106,  1976 года</w:t>
            </w:r>
          </w:p>
          <w:p w:rsidR="005C3203" w:rsidRDefault="005C3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Хендай Акцент, 2003 года</w:t>
            </w:r>
          </w:p>
          <w:p w:rsidR="005C3203" w:rsidRPr="00D35539" w:rsidRDefault="005C3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C3203" w:rsidRPr="00D35539" w:rsidRDefault="005C3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7" w:type="dxa"/>
          </w:tcPr>
          <w:p w:rsidR="005C3203" w:rsidRPr="00D35539" w:rsidRDefault="005C3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3203" w:rsidRDefault="005C3203"/>
    <w:sectPr w:rsidR="005C3203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3203" w:rsidRDefault="005C3203" w:rsidP="00CA6DA3">
      <w:pPr>
        <w:spacing w:after="0" w:line="240" w:lineRule="auto"/>
      </w:pPr>
      <w:r>
        <w:separator/>
      </w:r>
    </w:p>
  </w:endnote>
  <w:endnote w:type="continuationSeparator" w:id="1">
    <w:p w:rsidR="005C3203" w:rsidRDefault="005C3203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3203" w:rsidRDefault="005C3203" w:rsidP="00CA6DA3">
      <w:pPr>
        <w:spacing w:after="0" w:line="240" w:lineRule="auto"/>
      </w:pPr>
      <w:r>
        <w:separator/>
      </w:r>
    </w:p>
  </w:footnote>
  <w:footnote w:type="continuationSeparator" w:id="1">
    <w:p w:rsidR="005C3203" w:rsidRDefault="005C3203" w:rsidP="00CA6DA3">
      <w:pPr>
        <w:spacing w:after="0" w:line="240" w:lineRule="auto"/>
      </w:pPr>
      <w:r>
        <w:continuationSeparator/>
      </w:r>
    </w:p>
  </w:footnote>
  <w:footnote w:id="2">
    <w:p w:rsidR="005C3203" w:rsidRDefault="005C3203" w:rsidP="00CA6DA3">
      <w:pPr>
        <w:pStyle w:val="FootnoteText"/>
        <w:spacing w:after="0" w:line="240" w:lineRule="auto"/>
        <w:ind w:firstLine="709"/>
        <w:jc w:val="both"/>
      </w:pPr>
      <w:r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5C3203" w:rsidRDefault="005C3203" w:rsidP="00CA6DA3">
      <w:pPr>
        <w:pStyle w:val="FootnoteText"/>
        <w:spacing w:after="0" w:line="240" w:lineRule="auto"/>
        <w:ind w:firstLine="709"/>
        <w:jc w:val="both"/>
      </w:pPr>
      <w:r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6DA3"/>
    <w:rsid w:val="00032630"/>
    <w:rsid w:val="000911FF"/>
    <w:rsid w:val="00092301"/>
    <w:rsid w:val="00132742"/>
    <w:rsid w:val="00250348"/>
    <w:rsid w:val="002C33A3"/>
    <w:rsid w:val="002F17A5"/>
    <w:rsid w:val="004668EF"/>
    <w:rsid w:val="005763B3"/>
    <w:rsid w:val="005A5E98"/>
    <w:rsid w:val="005C3203"/>
    <w:rsid w:val="005F0627"/>
    <w:rsid w:val="006243D3"/>
    <w:rsid w:val="006F149C"/>
    <w:rsid w:val="008878D9"/>
    <w:rsid w:val="00AB3672"/>
    <w:rsid w:val="00BA739A"/>
    <w:rsid w:val="00C158F1"/>
    <w:rsid w:val="00CA6DA3"/>
    <w:rsid w:val="00D24BAD"/>
    <w:rsid w:val="00D35539"/>
    <w:rsid w:val="00FC5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99A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CA6DA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A6DA3"/>
    <w:rPr>
      <w:rFonts w:ascii="Calibri" w:hAnsi="Calibri" w:cs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242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1</Pages>
  <Words>134</Words>
  <Characters>768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dcterms:created xsi:type="dcterms:W3CDTF">2016-02-25T11:17:00Z</dcterms:created>
  <dcterms:modified xsi:type="dcterms:W3CDTF">2019-03-26T10:20:00Z</dcterms:modified>
</cp:coreProperties>
</file>